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Annex 1</w:t>
            </w:r>
            <w:r w:rsidR="00BF3DCC">
              <w:rPr>
                <w:b/>
              </w:rPr>
              <w:t xml:space="preserve"> to the contract pursuant to DE</w:t>
            </w:r>
            <w:r>
              <w:rPr>
                <w:b/>
              </w:rPr>
              <w:t>-UZ 59a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DE43AB" w:rsidP="00BF3DCC">
            <w:pPr>
              <w:rPr>
                <w:b/>
                <w:u w:val="single"/>
              </w:rPr>
            </w:pPr>
            <w:r>
              <w:rPr>
                <w:b/>
              </w:rPr>
              <w:t>Environmental L</w:t>
            </w:r>
            <w:r w:rsidR="002E629B">
              <w:rPr>
                <w:b/>
              </w:rPr>
              <w:t>abel for “</w:t>
            </w:r>
            <w:r w:rsidR="00BF3DCC">
              <w:rPr>
                <w:b/>
              </w:rPr>
              <w:t>M</w:t>
            </w:r>
            <w:r w:rsidR="002E629B">
              <w:rPr>
                <w:b/>
              </w:rPr>
              <w:t xml:space="preserve">unicipal </w:t>
            </w:r>
            <w:r w:rsidR="00BF3DCC">
              <w:rPr>
                <w:b/>
              </w:rPr>
              <w:t>V</w:t>
            </w:r>
            <w:r w:rsidR="002E629B">
              <w:rPr>
                <w:b/>
              </w:rPr>
              <w:t>ehicles”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>
              <w:rPr>
                <w:b/>
              </w:rPr>
              <w:t>Please use this</w:t>
            </w:r>
            <w:r>
              <w:rPr>
                <w:b/>
              </w:rPr>
              <w:br/>
              <w:t>printed form!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Manufacturer/distributor (Applicant):</w:t>
      </w:r>
      <w:r w:rsidR="00980C63"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1" w:name="_GoBack"/>
      <w:r>
        <w:rPr>
          <w:sz w:val="22"/>
        </w:rPr>
        <w:t>     </w:t>
      </w:r>
      <w:bookmarkEnd w:id="1"/>
      <w:r w:rsidR="0007395D">
        <w:rPr>
          <w:sz w:val="22"/>
        </w:rPr>
        <w:fldChar w:fldCharType="end"/>
      </w:r>
      <w:bookmarkEnd w:id="0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2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3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2E629B" w:rsidRDefault="00A14E8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980C63">
        <w:rPr>
          <w:sz w:val="22"/>
        </w:rPr>
        <w:t>Brand/trade name</w:t>
      </w:r>
      <w:r>
        <w:rPr>
          <w:sz w:val="22"/>
        </w:rPr>
        <w:t>:</w:t>
      </w: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4"/>
            <w:enabled/>
            <w:calcOnExit w:val="0"/>
            <w:textInput/>
          </w:ffData>
        </w:fldChar>
      </w:r>
      <w:bookmarkStart w:id="4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4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5"/>
            <w:enabled/>
            <w:calcOnExit w:val="0"/>
            <w:textInput/>
          </w:ffData>
        </w:fldChar>
      </w:r>
      <w:bookmarkStart w:id="5" w:name="Text65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5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bookmarkStart w:id="6" w:name="Text66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>
        <w:rPr>
          <w:sz w:val="22"/>
        </w:rPr>
        <w:t>     </w:t>
      </w:r>
      <w:r w:rsidR="0007395D">
        <w:rPr>
          <w:sz w:val="22"/>
        </w:rPr>
        <w:fldChar w:fldCharType="end"/>
      </w:r>
      <w:bookmarkEnd w:id="6"/>
    </w:p>
    <w:p w:rsidR="009D4E6F" w:rsidRDefault="009D4E6F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Product name:</w:t>
      </w:r>
      <w:r>
        <w:rPr>
          <w:sz w:val="22"/>
        </w:rPr>
        <w:tab/>
      </w:r>
      <w:r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     </w:t>
      </w:r>
      <w:r>
        <w:rPr>
          <w:sz w:val="22"/>
        </w:rPr>
        <w:fldChar w:fldCharType="end"/>
      </w:r>
    </w:p>
    <w:p w:rsidR="00F92060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D7B22" w:rsidRDefault="004D7B22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94136B" w:rsidRDefault="00586BB6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4"/>
          <w:szCs w:val="24"/>
        </w:rPr>
      </w:pPr>
      <w:r>
        <w:rPr>
          <w:sz w:val="22"/>
        </w:rPr>
        <w:t>Vehicle type:</w:t>
      </w:r>
      <w:r>
        <w:rPr>
          <w:sz w:val="22"/>
        </w:rPr>
        <w:tab/>
      </w:r>
      <w:r w:rsidR="0094136B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4136B" w:rsidRPr="00BA7C21">
        <w:rPr>
          <w:sz w:val="24"/>
          <w:szCs w:val="24"/>
        </w:rPr>
        <w:instrText xml:space="preserve"> FORMCHECKBOX </w:instrText>
      </w:r>
      <w:r w:rsidR="00516535">
        <w:rPr>
          <w:sz w:val="24"/>
          <w:szCs w:val="24"/>
        </w:rPr>
      </w:r>
      <w:r w:rsidR="00516535">
        <w:rPr>
          <w:sz w:val="24"/>
          <w:szCs w:val="24"/>
        </w:rPr>
        <w:fldChar w:fldCharType="separate"/>
      </w:r>
      <w:r w:rsidR="0094136B" w:rsidRPr="00BA7C21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sz w:val="22"/>
        </w:rPr>
        <w:t>Truck-mounted street sweeper</w:t>
      </w:r>
    </w:p>
    <w:p w:rsidR="0094136B" w:rsidRDefault="0094136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7C21">
        <w:rPr>
          <w:sz w:val="24"/>
          <w:szCs w:val="24"/>
        </w:rPr>
        <w:instrText xml:space="preserve"> FORMCHECKBOX </w:instrText>
      </w:r>
      <w:r w:rsidR="00516535">
        <w:rPr>
          <w:sz w:val="24"/>
          <w:szCs w:val="24"/>
        </w:rPr>
      </w:r>
      <w:r w:rsidR="00516535">
        <w:rPr>
          <w:sz w:val="24"/>
          <w:szCs w:val="24"/>
        </w:rPr>
        <w:fldChar w:fldCharType="separate"/>
      </w:r>
      <w:r w:rsidRPr="00BA7C21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sz w:val="22"/>
        </w:rPr>
        <w:t>Self-driving street sweeper</w:t>
      </w:r>
    </w:p>
    <w:p w:rsidR="004D7B22" w:rsidRDefault="0094136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4"/>
          <w:szCs w:val="24"/>
        </w:rPr>
        <w:tab/>
      </w:r>
      <w:r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7C21">
        <w:rPr>
          <w:sz w:val="24"/>
          <w:szCs w:val="24"/>
        </w:rPr>
        <w:instrText xml:space="preserve"> FORMCHECKBOX </w:instrText>
      </w:r>
      <w:r w:rsidR="00516535">
        <w:rPr>
          <w:sz w:val="24"/>
          <w:szCs w:val="24"/>
        </w:rPr>
      </w:r>
      <w:r w:rsidR="00516535">
        <w:rPr>
          <w:sz w:val="24"/>
          <w:szCs w:val="24"/>
        </w:rPr>
        <w:fldChar w:fldCharType="separate"/>
      </w:r>
      <w:r w:rsidRPr="00BA7C21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sz w:val="22"/>
        </w:rPr>
        <w:t>Refuse collection vehicle</w:t>
      </w:r>
    </w:p>
    <w:p w:rsidR="009472EA" w:rsidRDefault="009472EA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D7B22" w:rsidRDefault="002F276F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Net installed power P:</w:t>
      </w:r>
      <w:r>
        <w:rPr>
          <w:sz w:val="22"/>
        </w:rPr>
        <w:tab/>
      </w:r>
      <w:r w:rsidR="004D7B22">
        <w:rPr>
          <w:sz w:val="22"/>
        </w:rPr>
        <w:fldChar w:fldCharType="begin" w:fldLock="1">
          <w:ffData>
            <w:name w:val="Text66"/>
            <w:enabled/>
            <w:calcOnExit w:val="0"/>
            <w:textInput/>
          </w:ffData>
        </w:fldChar>
      </w:r>
      <w:r w:rsidR="004D7B22">
        <w:rPr>
          <w:sz w:val="22"/>
        </w:rPr>
        <w:instrText xml:space="preserve"> FORMTEXT </w:instrText>
      </w:r>
      <w:r w:rsidR="004D7B22">
        <w:rPr>
          <w:sz w:val="22"/>
        </w:rPr>
      </w:r>
      <w:r w:rsidR="004D7B22">
        <w:rPr>
          <w:sz w:val="22"/>
        </w:rPr>
        <w:fldChar w:fldCharType="separate"/>
      </w:r>
      <w:r>
        <w:rPr>
          <w:sz w:val="22"/>
        </w:rPr>
        <w:t>     </w:t>
      </w:r>
      <w:r w:rsidR="004D7B22">
        <w:rPr>
          <w:sz w:val="22"/>
        </w:rPr>
        <w:fldChar w:fldCharType="end"/>
      </w:r>
      <w:r>
        <w:rPr>
          <w:sz w:val="22"/>
        </w:rPr>
        <w:t xml:space="preserve"> kW</w:t>
      </w:r>
    </w:p>
    <w:p w:rsidR="00673BD1" w:rsidRDefault="00673BD1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CF1372" w:rsidRDefault="00F30FD0" w:rsidP="00CF1372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Single application</w:t>
      </w:r>
      <w:r>
        <w:rPr>
          <w:sz w:val="22"/>
        </w:rPr>
        <w:tab/>
      </w:r>
      <w:r w:rsidR="00FD2682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BA7C21">
        <w:rPr>
          <w:sz w:val="24"/>
          <w:szCs w:val="24"/>
        </w:rPr>
        <w:instrText xml:space="preserve"> FORMCHECKBOX </w:instrText>
      </w:r>
      <w:r w:rsidR="00516535">
        <w:rPr>
          <w:sz w:val="24"/>
          <w:szCs w:val="24"/>
        </w:rPr>
      </w:r>
      <w:r w:rsidR="00516535">
        <w:rPr>
          <w:sz w:val="24"/>
          <w:szCs w:val="24"/>
        </w:rPr>
        <w:fldChar w:fldCharType="separate"/>
      </w:r>
      <w:r w:rsidR="00FD2682" w:rsidRPr="00BA7C21">
        <w:rPr>
          <w:sz w:val="24"/>
          <w:szCs w:val="24"/>
        </w:rPr>
        <w:fldChar w:fldCharType="end"/>
      </w:r>
    </w:p>
    <w:p w:rsidR="00CF1372" w:rsidRDefault="00F30FD0" w:rsidP="00CF1372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Type-based application</w:t>
      </w:r>
      <w:r>
        <w:rPr>
          <w:sz w:val="22"/>
        </w:rPr>
        <w:tab/>
      </w:r>
      <w:r w:rsidR="00FD2682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BA7C21">
        <w:rPr>
          <w:sz w:val="24"/>
          <w:szCs w:val="24"/>
        </w:rPr>
        <w:instrText xml:space="preserve"> FORMCHECKBOX </w:instrText>
      </w:r>
      <w:r w:rsidR="00516535">
        <w:rPr>
          <w:sz w:val="24"/>
          <w:szCs w:val="24"/>
        </w:rPr>
      </w:r>
      <w:r w:rsidR="00516535">
        <w:rPr>
          <w:sz w:val="24"/>
          <w:szCs w:val="24"/>
        </w:rPr>
        <w:fldChar w:fldCharType="separate"/>
      </w:r>
      <w:r w:rsidR="00FD2682" w:rsidRPr="00BA7C21">
        <w:rPr>
          <w:sz w:val="24"/>
          <w:szCs w:val="24"/>
        </w:rPr>
        <w:fldChar w:fldCharType="end"/>
      </w:r>
    </w:p>
    <w:p w:rsidR="00EA579C" w:rsidRDefault="00EA579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  <w: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A0C27" w:rsidRPr="007508FE" w:rsidTr="006B1B58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Section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Criterion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Requirement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Confirmation </w:t>
            </w:r>
          </w:p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Compliance verification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Enclosed document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6C4615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Pr="00094273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Pr="006C4615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Noise emissions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A6F26" w:rsidRDefault="001F4ADD" w:rsidP="00527A2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stated limit value for the labelled A-weighted sound power level for operating noise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4D88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BA7C21" w:rsidRDefault="00DA6F2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516535">
              <w:rPr>
                <w:sz w:val="24"/>
                <w:szCs w:val="24"/>
              </w:rPr>
            </w:r>
            <w:r w:rsidR="0051653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96844" w:rsidRPr="00C323C3" w:rsidRDefault="00CC2B5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  <w:vertAlign w:val="subscript"/>
              </w:rPr>
              <w:t>WAd</w:t>
            </w:r>
            <w:r>
              <w:rPr>
                <w:sz w:val="20"/>
                <w:szCs w:val="20"/>
              </w:rPr>
              <w:t xml:space="preserve"> = </w:t>
            </w:r>
            <w:r w:rsidR="00996844" w:rsidRPr="00C323C3">
              <w:rPr>
                <w:sz w:val="20"/>
                <w:szCs w:val="20"/>
              </w:rP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996844" w:rsidRPr="00C323C3">
              <w:rPr>
                <w:sz w:val="20"/>
                <w:szCs w:val="20"/>
              </w:rPr>
              <w:instrText xml:space="preserve"> FORMTEXT </w:instrText>
            </w:r>
            <w:r w:rsidR="00996844" w:rsidRPr="00C323C3">
              <w:rPr>
                <w:sz w:val="20"/>
                <w:szCs w:val="20"/>
              </w:rPr>
            </w:r>
            <w:r w:rsidR="00996844" w:rsidRPr="00C323C3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     </w:t>
            </w:r>
            <w:r w:rsidR="00996844" w:rsidRPr="00C323C3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dB (A)</w:t>
            </w:r>
          </w:p>
          <w:p w:rsidR="00520CA4" w:rsidRPr="00CC2B50" w:rsidRDefault="00520CA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DA6F26" w:rsidRPr="00CC2B50" w:rsidRDefault="00AF263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from a testing laboratory accredited in accordance with ISO 17025 for measurements according to 2000/14/EC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45DCF" w:rsidRDefault="00345DCF" w:rsidP="00E25362">
            <w:pPr>
              <w:tabs>
                <w:tab w:val="left" w:pos="7938"/>
              </w:tabs>
              <w:spacing w:before="20" w:after="20"/>
            </w:pPr>
          </w:p>
          <w:p w:rsidR="00345DCF" w:rsidRDefault="00345DCF" w:rsidP="00E25362">
            <w:pPr>
              <w:tabs>
                <w:tab w:val="left" w:pos="7938"/>
              </w:tabs>
              <w:spacing w:before="20" w:after="20"/>
            </w:pPr>
          </w:p>
          <w:p w:rsidR="00DA6F26" w:rsidRPr="007508FE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(Annex 2)</w:t>
            </w:r>
          </w:p>
        </w:tc>
      </w:tr>
      <w:tr w:rsidR="001F4ADD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F4ADD" w:rsidRDefault="001F4ADD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F4ADD" w:rsidRPr="00BA7C21" w:rsidRDefault="001F4AD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1B37B0" w:rsidRDefault="00F1296A" w:rsidP="00AF26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Labelling in accordance with Article 11 of 2000/14/EC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4B7BE1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Default="00F1296A" w:rsidP="00AF26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e.g. photo of the type plate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7508FE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(Annex 2)</w:t>
            </w:r>
          </w:p>
        </w:tc>
      </w:tr>
      <w:tr w:rsidR="00F1296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1B37B0" w:rsidRDefault="00F1296A" w:rsidP="001B37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135BA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F1296A" w:rsidRDefault="00F1296A" w:rsidP="00F129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in the operating instructions that no modifications may be made to the municipal vehicles that could lead to an increase in the noise emissions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4B7BE1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516535">
              <w:rPr>
                <w:sz w:val="24"/>
                <w:szCs w:val="24"/>
              </w:rPr>
            </w:r>
            <w:r w:rsidR="0051653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7C5F3D" w:rsidRDefault="00D51A2F" w:rsidP="002A798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Default="004D5529" w:rsidP="00E25362">
            <w:pPr>
              <w:tabs>
                <w:tab w:val="left" w:pos="7938"/>
              </w:tabs>
              <w:spacing w:before="20" w:after="20"/>
            </w:pPr>
            <w:r>
              <w:t>--</w:t>
            </w:r>
          </w:p>
        </w:tc>
      </w:tr>
      <w:tr w:rsidR="00F1296A" w:rsidRPr="007508FE" w:rsidTr="00135BA2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1296A" w:rsidRPr="00BA7C21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135BA2" w:rsidRPr="007508FE" w:rsidTr="00135BA2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Pr="00BA7C21" w:rsidRDefault="00135BA2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135BA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Pr="006C4615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135BA2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7508FE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7508FE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1296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Pollutant emissions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821D08" w:rsidRDefault="00331233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relevant legal requirements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516535">
              <w:rPr>
                <w:sz w:val="24"/>
                <w:szCs w:val="24"/>
              </w:rPr>
            </w:r>
            <w:r w:rsidR="0051653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290408" w:rsidRDefault="00331233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 from a testing laboratory certified for the relevant measurement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(Annex 3)</w:t>
            </w:r>
          </w:p>
        </w:tc>
      </w:tr>
      <w:tr w:rsidR="00D269E3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69E3" w:rsidRDefault="00D269E3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69E3" w:rsidRPr="00BA7C21" w:rsidRDefault="00D269E3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69E3" w:rsidRPr="00331233" w:rsidRDefault="00D269E3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AC1F9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BE379B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1296A" w:rsidRPr="007508FE" w:rsidTr="001D6B3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821D08" w:rsidRDefault="001E179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Alternatively for self-driving street sweepers and auxiliary engines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700F05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apply: not a self-driving street sweeper or auxiliary engine rated as Euro V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BE2903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516535">
              <w:rPr>
                <w:sz w:val="24"/>
                <w:szCs w:val="24"/>
              </w:rPr>
            </w:r>
            <w:r w:rsidR="0051653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290408" w:rsidRDefault="00F1296A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E3ABA" w:rsidRPr="007508FE" w:rsidTr="001D6B3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E3ABA" w:rsidRPr="00094273" w:rsidRDefault="000E3AB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E3ABA" w:rsidRDefault="000E3AB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E3ABA" w:rsidRPr="00A94706" w:rsidRDefault="000E3AB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E3ABA" w:rsidRDefault="000E3AB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E3ABA" w:rsidRPr="00BA7C21" w:rsidRDefault="000E3AB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E3ABA" w:rsidRPr="00290408" w:rsidRDefault="000E3ABA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E3ABA" w:rsidRPr="00821D08" w:rsidRDefault="000E3AB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36DD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36DDC" w:rsidRPr="00094273" w:rsidRDefault="00A36DD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36DDC" w:rsidRDefault="00A36DD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36DDC" w:rsidRDefault="00A36DD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Engine rated wit</w:t>
            </w:r>
            <w:r w:rsidR="00915C1A">
              <w:rPr>
                <w:sz w:val="20"/>
                <w:szCs w:val="20"/>
              </w:rPr>
              <w:t>h the previous emission stage to</w:t>
            </w:r>
            <w:r>
              <w:rPr>
                <w:sz w:val="20"/>
                <w:szCs w:val="20"/>
              </w:rPr>
              <w:t xml:space="preserve"> </w:t>
            </w:r>
            <w:r w:rsidR="00915C1A">
              <w:rPr>
                <w:sz w:val="20"/>
                <w:szCs w:val="20"/>
              </w:rPr>
              <w:t>Stage</w:t>
            </w:r>
            <w:r>
              <w:rPr>
                <w:sz w:val="20"/>
                <w:szCs w:val="20"/>
              </w:rPr>
              <w:t xml:space="preserve"> V with a DPR, tested and with a gravimetric filtration efficiency ≥ 90%, </w:t>
            </w:r>
          </w:p>
          <w:p w:rsidR="00A36DDC" w:rsidRDefault="00A36DD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Reduction of the number of particulates ≥ 99% and mass of the particulates ≥ 90%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36DDC" w:rsidRPr="00821D08" w:rsidRDefault="00A36DDC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36DDC" w:rsidRPr="00BA7C21" w:rsidRDefault="00A36DDC" w:rsidP="004B7BE1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516535">
              <w:rPr>
                <w:sz w:val="24"/>
                <w:szCs w:val="24"/>
              </w:rPr>
            </w:r>
            <w:r w:rsidR="0051653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36DDC" w:rsidRDefault="00A36DDC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Approved certificates/tests:</w:t>
            </w:r>
          </w:p>
          <w:p w:rsidR="00A36DDC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Annex XXVII Number 3 StVZO</w:t>
            </w:r>
          </w:p>
          <w:p w:rsidR="00A36DDC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UNECE Regulation no. 132, reduction level 01, class I or II or the FAD e.V. seal (version February 2015 or newer)</w:t>
            </w:r>
          </w:p>
          <w:p w:rsidR="00A36DDC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 Filter List (version September 2016 or newer)</w:t>
            </w:r>
          </w:p>
          <w:p w:rsidR="00A36DDC" w:rsidRPr="00196C4D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BAFU Filter List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36DDC" w:rsidRPr="00821D08" w:rsidRDefault="00A36DDC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 w:fldLock="1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(Annex 4)</w:t>
            </w:r>
          </w:p>
        </w:tc>
      </w:tr>
      <w:tr w:rsidR="00A94706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94706" w:rsidRPr="00094273" w:rsidRDefault="00A9470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94706" w:rsidRPr="006C4615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94706" w:rsidRPr="00BA7C21" w:rsidRDefault="00A9470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94706" w:rsidRPr="007508FE" w:rsidTr="00267D4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A94706" w:rsidRPr="00094273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A94706" w:rsidRPr="006C4615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A94706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A94706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A94706" w:rsidRPr="00BA7C21" w:rsidRDefault="00A94706" w:rsidP="000A693B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A94706" w:rsidRPr="007508FE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A94706" w:rsidRPr="007508FE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94706" w:rsidRPr="007508FE" w:rsidTr="00EA54C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94706" w:rsidRPr="00094273" w:rsidRDefault="00A9470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94706" w:rsidRPr="006C4615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 and coating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94706" w:rsidRDefault="00A94706" w:rsidP="00BB09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Except for impurities, no lead, chromium VI or cadmium compounds in the coating substances </w:t>
            </w:r>
          </w:p>
          <w:p w:rsidR="001364EC" w:rsidRDefault="00A94706" w:rsidP="00DF25F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Compliance with the total emission limit of </w:t>
            </w:r>
          </w:p>
          <w:p w:rsidR="00A94706" w:rsidRPr="001E66F9" w:rsidRDefault="003F0EC7" w:rsidP="00DF25F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g/m² or 50 g/m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for solvent emissions during the coating process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94706" w:rsidRPr="00821D08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94706" w:rsidRPr="00821D08" w:rsidRDefault="00A9470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516535">
              <w:rPr>
                <w:sz w:val="24"/>
                <w:szCs w:val="24"/>
              </w:rPr>
            </w:r>
            <w:r w:rsidR="00516535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94706" w:rsidRPr="00520CA4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A94706" w:rsidRPr="007508FE" w:rsidTr="00EA54C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94706" w:rsidRPr="00094273" w:rsidRDefault="00A9470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94706" w:rsidRPr="006C4615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94706" w:rsidRPr="00BA7C21" w:rsidRDefault="00A9470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B15F2C" w:rsidRDefault="00B15F2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CD51B1" w:rsidRPr="00B01AF0" w:rsidRDefault="00CD51B1" w:rsidP="0053720B">
      <w:pPr>
        <w:tabs>
          <w:tab w:val="left" w:pos="7938"/>
        </w:tabs>
        <w:spacing w:before="120" w:line="276" w:lineRule="auto"/>
      </w:pPr>
      <w:r>
        <w:rPr>
          <w:b/>
          <w:bCs/>
          <w:u w:val="single"/>
        </w:rPr>
        <w:t>Annexes to the contract</w:t>
      </w:r>
    </w:p>
    <w:p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  <w:r>
        <w:t>Please use this printed form of Annex 1 to the contract.</w:t>
      </w: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</w:p>
    <w:p w:rsidR="00CD51B1" w:rsidRDefault="00CD51B1" w:rsidP="0053720B">
      <w:pPr>
        <w:tabs>
          <w:tab w:val="left" w:pos="7938"/>
        </w:tabs>
        <w:spacing w:after="120" w:line="276" w:lineRule="auto"/>
        <w:jc w:val="both"/>
      </w:pPr>
      <w:r>
        <w:t xml:space="preserve">Please attach the following </w:t>
      </w:r>
      <w:r>
        <w:rPr>
          <w:u w:val="single"/>
        </w:rPr>
        <w:t>Annexes</w:t>
      </w:r>
      <w:r>
        <w:t xml:space="preserve"> to the application documentation:</w:t>
      </w:r>
    </w:p>
    <w:p w:rsidR="000032C7" w:rsidRDefault="000032C7" w:rsidP="0053720B">
      <w:pPr>
        <w:tabs>
          <w:tab w:val="left" w:pos="7938"/>
        </w:tabs>
        <w:spacing w:after="120" w:line="276" w:lineRule="auto"/>
        <w:jc w:val="both"/>
      </w:pPr>
      <w:r>
        <w:t>Annex 2: Test report on noise emissions from a testing laboratory accredited in accordance with ISO 17025 for measurements according to</w:t>
      </w:r>
      <w:r w:rsidR="006914C5">
        <w:br/>
        <w:t xml:space="preserve"> </w:t>
      </w:r>
      <w:r w:rsidR="006914C5">
        <w:tab/>
      </w:r>
      <w:r w:rsidR="006914C5">
        <w:tab/>
        <w:t xml:space="preserve">   </w:t>
      </w:r>
      <w:r>
        <w:t>2000/14/EC and a photo (3.1)</w:t>
      </w:r>
    </w:p>
    <w:p w:rsidR="000032C7" w:rsidRPr="00B01AF0" w:rsidRDefault="000032C7" w:rsidP="00E07B3C">
      <w:pPr>
        <w:tabs>
          <w:tab w:val="left" w:pos="7938"/>
        </w:tabs>
        <w:spacing w:after="120" w:line="276" w:lineRule="auto"/>
        <w:jc w:val="both"/>
      </w:pPr>
      <w:r>
        <w:t>Annex 3: Test report on the pollutant emissions from a testing laboratory certified for the relevant measurement (3.2)</w:t>
      </w:r>
    </w:p>
    <w:p w:rsidR="002E629B" w:rsidRPr="00B01AF0" w:rsidRDefault="002E629B" w:rsidP="0053720B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980C63">
        <w:rPr>
          <w:sz w:val="22"/>
        </w:rPr>
        <w:t>Location:</w:t>
      </w:r>
      <w:r>
        <w:rPr>
          <w:sz w:val="22"/>
        </w:rPr>
        <w:tab/>
      </w:r>
      <w:r w:rsidR="00D338F3" w:rsidRPr="00B01AF0">
        <w:rPr>
          <w:sz w:val="22"/>
        </w:rPr>
        <w:fldChar w:fldCharType="begin" w:fldLock="1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7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>
        <w:rPr>
          <w:sz w:val="22"/>
        </w:rPr>
        <w:t>     </w:t>
      </w:r>
      <w:r w:rsidR="00D338F3" w:rsidRPr="00B01AF0">
        <w:rPr>
          <w:sz w:val="22"/>
        </w:rPr>
        <w:fldChar w:fldCharType="end"/>
      </w:r>
      <w:bookmarkEnd w:id="7"/>
      <w:r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980C63">
        <w:rPr>
          <w:sz w:val="22"/>
        </w:rPr>
        <w:t>Date:</w:t>
      </w:r>
      <w:r>
        <w:rPr>
          <w:sz w:val="22"/>
        </w:rPr>
        <w:tab/>
      </w:r>
      <w:r w:rsidR="00D338F3" w:rsidRPr="00B01AF0">
        <w:rPr>
          <w:sz w:val="22"/>
        </w:rPr>
        <w:fldChar w:fldCharType="begin" w:fldLock="1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8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>
        <w:rPr>
          <w:sz w:val="22"/>
        </w:rPr>
        <w:t>     </w:t>
      </w:r>
      <w:r w:rsidR="00D338F3" w:rsidRPr="00B01AF0">
        <w:rPr>
          <w:sz w:val="22"/>
        </w:rPr>
        <w:fldChar w:fldCharType="end"/>
      </w:r>
      <w:bookmarkEnd w:id="8"/>
      <w:r>
        <w:rPr>
          <w:sz w:val="22"/>
        </w:rPr>
        <w:tab/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Applicant: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(Legally binding signature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and company stamp)</w:t>
      </w:r>
      <w:r>
        <w:rPr>
          <w:sz w:val="22"/>
        </w:rPr>
        <w:tab/>
      </w:r>
    </w:p>
    <w:sectPr w:rsidR="002E629B" w:rsidRPr="00B01AF0" w:rsidSect="004E19CD">
      <w:headerReference w:type="even" r:id="rId9"/>
      <w:headerReference w:type="default" r:id="rId10"/>
      <w:footerReference w:type="even" r:id="rId11"/>
      <w:footerReference w:type="default" r:id="rId12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BB" w:rsidRDefault="004047BB">
      <w:r>
        <w:separator/>
      </w:r>
    </w:p>
    <w:p w:rsidR="004047BB" w:rsidRDefault="004047BB"/>
    <w:p w:rsidR="004047BB" w:rsidRDefault="004047BB" w:rsidP="0050007C"/>
    <w:p w:rsidR="004047BB" w:rsidRDefault="004047BB"/>
    <w:p w:rsidR="004047BB" w:rsidRDefault="004047BB"/>
  </w:endnote>
  <w:endnote w:type="continuationSeparator" w:id="0">
    <w:p w:rsidR="004047BB" w:rsidRDefault="004047BB">
      <w:r>
        <w:continuationSeparator/>
      </w:r>
    </w:p>
    <w:p w:rsidR="004047BB" w:rsidRDefault="004047BB"/>
    <w:p w:rsidR="004047BB" w:rsidRDefault="004047BB" w:rsidP="0050007C"/>
    <w:p w:rsidR="004047BB" w:rsidRDefault="004047BB"/>
    <w:p w:rsidR="004047BB" w:rsidRDefault="00404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264980">
    <w:pPr>
      <w:pStyle w:val="Fu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B15F2C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>Annex</w:t>
    </w:r>
    <w:r w:rsidR="00532FAE">
      <w:t xml:space="preserve"> 1</w:t>
    </w:r>
    <w:r>
      <w:tab/>
    </w:r>
    <w:r w:rsidR="00264980">
      <w:rPr>
        <w:rStyle w:val="Seitenzahl"/>
      </w:rPr>
      <w:fldChar w:fldCharType="begin"/>
    </w:r>
    <w:r w:rsidR="00264980">
      <w:rPr>
        <w:rStyle w:val="Seitenzahl"/>
      </w:rPr>
      <w:instrText xml:space="preserve"> PAGE </w:instrText>
    </w:r>
    <w:r w:rsidR="00264980">
      <w:rPr>
        <w:rStyle w:val="Seitenzahl"/>
      </w:rPr>
      <w:fldChar w:fldCharType="separate"/>
    </w:r>
    <w:r w:rsidR="00516535">
      <w:rPr>
        <w:rStyle w:val="Seitenzahl"/>
        <w:noProof/>
      </w:rPr>
      <w:t>2</w:t>
    </w:r>
    <w:r w:rsidR="00264980">
      <w:rPr>
        <w:rStyle w:val="Seitenzahl"/>
      </w:rPr>
      <w:fldChar w:fldCharType="end"/>
    </w:r>
    <w:r>
      <w:t>/</w:t>
    </w:r>
    <w:fldSimple w:instr=" NUMPAGES   \* MERGEFORMAT ">
      <w:r w:rsidR="00516535">
        <w:rPr>
          <w:noProof/>
        </w:rPr>
        <w:t>4</w:t>
      </w:r>
    </w:fldSimple>
    <w:r>
      <w:tab/>
    </w:r>
    <w:r>
      <w:tab/>
    </w:r>
    <w:r>
      <w:tab/>
    </w:r>
    <w:r>
      <w:tab/>
    </w:r>
    <w:r w:rsidR="009218C9">
      <w:t>DE</w:t>
    </w:r>
    <w:r>
      <w:t>-UZ 59a Edition January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BB" w:rsidRDefault="004047BB">
      <w:r>
        <w:separator/>
      </w:r>
    </w:p>
  </w:footnote>
  <w:footnote w:type="continuationSeparator" w:id="0">
    <w:p w:rsidR="004047BB" w:rsidRDefault="004047BB">
      <w:r>
        <w:continuationSeparator/>
      </w:r>
    </w:p>
    <w:p w:rsidR="004047BB" w:rsidRDefault="004047BB"/>
    <w:p w:rsidR="004047BB" w:rsidRDefault="004047BB" w:rsidP="0050007C"/>
    <w:p w:rsidR="004047BB" w:rsidRDefault="004047BB"/>
    <w:p w:rsidR="004047BB" w:rsidRDefault="004047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264980">
    <w:pPr>
      <w:pStyle w:val="Kopf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264980" w:rsidP="00C83B8A">
    <w:pPr>
      <w:pStyle w:val="Kopfzeile"/>
      <w:jc w:val="right"/>
    </w:pPr>
    <w:r>
      <w:rPr>
        <w:noProof/>
        <w:lang w:val="de-DE"/>
      </w:rPr>
      <w:drawing>
        <wp:inline distT="0" distB="0" distL="0" distR="0" wp14:anchorId="29FD055D" wp14:editId="6AC38F9C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4980" w:rsidRDefault="00264980" w:rsidP="00C83B8A">
    <w:pPr>
      <w:pStyle w:val="Kopfzeile"/>
      <w:jc w:val="right"/>
    </w:pPr>
  </w:p>
  <w:p w:rsidR="00264980" w:rsidRDefault="00264980" w:rsidP="005745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9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20">
    <w:nsid w:val="4F066A6D"/>
    <w:multiLevelType w:val="hybridMultilevel"/>
    <w:tmpl w:val="2E1C3C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24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7"/>
  </w:num>
  <w:num w:numId="13">
    <w:abstractNumId w:val="25"/>
  </w:num>
  <w:num w:numId="14">
    <w:abstractNumId w:val="19"/>
  </w:num>
  <w:num w:numId="15">
    <w:abstractNumId w:val="23"/>
  </w:num>
  <w:num w:numId="16">
    <w:abstractNumId w:val="16"/>
  </w:num>
  <w:num w:numId="17">
    <w:abstractNumId w:val="10"/>
  </w:num>
  <w:num w:numId="18">
    <w:abstractNumId w:val="24"/>
  </w:num>
  <w:num w:numId="19">
    <w:abstractNumId w:val="5"/>
  </w:num>
  <w:num w:numId="20">
    <w:abstractNumId w:val="22"/>
  </w:num>
  <w:num w:numId="21">
    <w:abstractNumId w:val="13"/>
  </w:num>
  <w:num w:numId="22">
    <w:abstractNumId w:val="15"/>
  </w:num>
  <w:num w:numId="23">
    <w:abstractNumId w:val="9"/>
  </w:num>
  <w:num w:numId="24">
    <w:abstractNumId w:val="6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lYFw9IgV295qnd3jmbeui7rQy8=" w:salt="CXHE6RRwnt2846R872QiM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7"/>
    <w:rsid w:val="00000172"/>
    <w:rsid w:val="0000246E"/>
    <w:rsid w:val="000032C7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10638"/>
    <w:rsid w:val="00011434"/>
    <w:rsid w:val="000128FA"/>
    <w:rsid w:val="0001304D"/>
    <w:rsid w:val="000132C8"/>
    <w:rsid w:val="000159D9"/>
    <w:rsid w:val="00016B19"/>
    <w:rsid w:val="00017B60"/>
    <w:rsid w:val="0002001B"/>
    <w:rsid w:val="000207A4"/>
    <w:rsid w:val="0002135C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68C"/>
    <w:rsid w:val="000407FF"/>
    <w:rsid w:val="00040881"/>
    <w:rsid w:val="0004223E"/>
    <w:rsid w:val="00042AF8"/>
    <w:rsid w:val="0004315D"/>
    <w:rsid w:val="00045ABE"/>
    <w:rsid w:val="00046723"/>
    <w:rsid w:val="000471DC"/>
    <w:rsid w:val="00047575"/>
    <w:rsid w:val="0004771A"/>
    <w:rsid w:val="00050851"/>
    <w:rsid w:val="00051146"/>
    <w:rsid w:val="000534FC"/>
    <w:rsid w:val="0005611B"/>
    <w:rsid w:val="0005731C"/>
    <w:rsid w:val="000578A8"/>
    <w:rsid w:val="00057A7E"/>
    <w:rsid w:val="00060160"/>
    <w:rsid w:val="00060221"/>
    <w:rsid w:val="000605B0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5060"/>
    <w:rsid w:val="000751A6"/>
    <w:rsid w:val="00075311"/>
    <w:rsid w:val="00075ACF"/>
    <w:rsid w:val="00075E6D"/>
    <w:rsid w:val="00076671"/>
    <w:rsid w:val="00077406"/>
    <w:rsid w:val="00080879"/>
    <w:rsid w:val="000815AE"/>
    <w:rsid w:val="00081750"/>
    <w:rsid w:val="00081FCF"/>
    <w:rsid w:val="00086EE7"/>
    <w:rsid w:val="000901DC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0BE0"/>
    <w:rsid w:val="000A1908"/>
    <w:rsid w:val="000A35CC"/>
    <w:rsid w:val="000A5108"/>
    <w:rsid w:val="000A693B"/>
    <w:rsid w:val="000B009C"/>
    <w:rsid w:val="000B083D"/>
    <w:rsid w:val="000B0928"/>
    <w:rsid w:val="000B2483"/>
    <w:rsid w:val="000B33B5"/>
    <w:rsid w:val="000B4421"/>
    <w:rsid w:val="000B5DDF"/>
    <w:rsid w:val="000B62A3"/>
    <w:rsid w:val="000C1A66"/>
    <w:rsid w:val="000C4C8C"/>
    <w:rsid w:val="000C4D12"/>
    <w:rsid w:val="000C4F1F"/>
    <w:rsid w:val="000C6443"/>
    <w:rsid w:val="000D104C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ABA"/>
    <w:rsid w:val="000E3FF9"/>
    <w:rsid w:val="000E496C"/>
    <w:rsid w:val="000E60D8"/>
    <w:rsid w:val="000E6CA7"/>
    <w:rsid w:val="000F076C"/>
    <w:rsid w:val="000F0FCF"/>
    <w:rsid w:val="000F1DDC"/>
    <w:rsid w:val="000F2ED8"/>
    <w:rsid w:val="000F4AAE"/>
    <w:rsid w:val="000F52BC"/>
    <w:rsid w:val="000F6487"/>
    <w:rsid w:val="000F73A0"/>
    <w:rsid w:val="000F7971"/>
    <w:rsid w:val="00101DA4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237F"/>
    <w:rsid w:val="0011274A"/>
    <w:rsid w:val="001129C1"/>
    <w:rsid w:val="001132C0"/>
    <w:rsid w:val="00113A5B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F1D"/>
    <w:rsid w:val="00135190"/>
    <w:rsid w:val="0013591F"/>
    <w:rsid w:val="00135BA2"/>
    <w:rsid w:val="001364EC"/>
    <w:rsid w:val="001368AF"/>
    <w:rsid w:val="00136C6F"/>
    <w:rsid w:val="001372EF"/>
    <w:rsid w:val="00137532"/>
    <w:rsid w:val="00137F85"/>
    <w:rsid w:val="0014019E"/>
    <w:rsid w:val="0014132E"/>
    <w:rsid w:val="00141CBE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626E9"/>
    <w:rsid w:val="00162941"/>
    <w:rsid w:val="00162A35"/>
    <w:rsid w:val="00163A2D"/>
    <w:rsid w:val="00164659"/>
    <w:rsid w:val="0016539C"/>
    <w:rsid w:val="00166473"/>
    <w:rsid w:val="00166887"/>
    <w:rsid w:val="0017198F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2405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C4D"/>
    <w:rsid w:val="00196E64"/>
    <w:rsid w:val="001A1E02"/>
    <w:rsid w:val="001A2433"/>
    <w:rsid w:val="001A2E24"/>
    <w:rsid w:val="001A3053"/>
    <w:rsid w:val="001B1B87"/>
    <w:rsid w:val="001B22C2"/>
    <w:rsid w:val="001B280C"/>
    <w:rsid w:val="001B2FEC"/>
    <w:rsid w:val="001B37B0"/>
    <w:rsid w:val="001B3B15"/>
    <w:rsid w:val="001B3D6E"/>
    <w:rsid w:val="001B411D"/>
    <w:rsid w:val="001B46D5"/>
    <w:rsid w:val="001B4AD2"/>
    <w:rsid w:val="001B5C2D"/>
    <w:rsid w:val="001B7CD6"/>
    <w:rsid w:val="001C0F13"/>
    <w:rsid w:val="001C159D"/>
    <w:rsid w:val="001C240C"/>
    <w:rsid w:val="001C2871"/>
    <w:rsid w:val="001C29E8"/>
    <w:rsid w:val="001C439E"/>
    <w:rsid w:val="001C5679"/>
    <w:rsid w:val="001C6A96"/>
    <w:rsid w:val="001D0E50"/>
    <w:rsid w:val="001D0E7D"/>
    <w:rsid w:val="001D2A50"/>
    <w:rsid w:val="001D3C0B"/>
    <w:rsid w:val="001D3C6D"/>
    <w:rsid w:val="001D47FF"/>
    <w:rsid w:val="001D5874"/>
    <w:rsid w:val="001D6039"/>
    <w:rsid w:val="001D658B"/>
    <w:rsid w:val="001D69E3"/>
    <w:rsid w:val="001D6B3A"/>
    <w:rsid w:val="001D7E3D"/>
    <w:rsid w:val="001D7E86"/>
    <w:rsid w:val="001E03BF"/>
    <w:rsid w:val="001E092B"/>
    <w:rsid w:val="001E10B9"/>
    <w:rsid w:val="001E15F4"/>
    <w:rsid w:val="001E1790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2005D5"/>
    <w:rsid w:val="00200BBE"/>
    <w:rsid w:val="00201086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EE9"/>
    <w:rsid w:val="00217624"/>
    <w:rsid w:val="00217796"/>
    <w:rsid w:val="00221CE0"/>
    <w:rsid w:val="00222056"/>
    <w:rsid w:val="00222862"/>
    <w:rsid w:val="00222FDB"/>
    <w:rsid w:val="00223147"/>
    <w:rsid w:val="002245EB"/>
    <w:rsid w:val="002279CE"/>
    <w:rsid w:val="002336E2"/>
    <w:rsid w:val="00233DB7"/>
    <w:rsid w:val="002347DF"/>
    <w:rsid w:val="00234E20"/>
    <w:rsid w:val="00236FD9"/>
    <w:rsid w:val="002370D6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5FFC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4AA0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4816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784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276F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20020"/>
    <w:rsid w:val="00320D52"/>
    <w:rsid w:val="00323916"/>
    <w:rsid w:val="00324037"/>
    <w:rsid w:val="00324B70"/>
    <w:rsid w:val="00325824"/>
    <w:rsid w:val="00326248"/>
    <w:rsid w:val="003308F4"/>
    <w:rsid w:val="00330C0C"/>
    <w:rsid w:val="00331233"/>
    <w:rsid w:val="0033270E"/>
    <w:rsid w:val="00332749"/>
    <w:rsid w:val="003345CE"/>
    <w:rsid w:val="003363F0"/>
    <w:rsid w:val="0033719D"/>
    <w:rsid w:val="003371F1"/>
    <w:rsid w:val="003410DC"/>
    <w:rsid w:val="00342C0D"/>
    <w:rsid w:val="00345DCF"/>
    <w:rsid w:val="00346F3E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50F1"/>
    <w:rsid w:val="00365741"/>
    <w:rsid w:val="003661A7"/>
    <w:rsid w:val="003662A4"/>
    <w:rsid w:val="00366580"/>
    <w:rsid w:val="003674DB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66F"/>
    <w:rsid w:val="003A171C"/>
    <w:rsid w:val="003A2F45"/>
    <w:rsid w:val="003A2FDF"/>
    <w:rsid w:val="003A31AF"/>
    <w:rsid w:val="003A52EB"/>
    <w:rsid w:val="003A767F"/>
    <w:rsid w:val="003A7F34"/>
    <w:rsid w:val="003B255B"/>
    <w:rsid w:val="003B3826"/>
    <w:rsid w:val="003B3A37"/>
    <w:rsid w:val="003B4142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5E95"/>
    <w:rsid w:val="003C5F70"/>
    <w:rsid w:val="003C65A0"/>
    <w:rsid w:val="003C6E88"/>
    <w:rsid w:val="003C7B10"/>
    <w:rsid w:val="003C7DDA"/>
    <w:rsid w:val="003D1E9B"/>
    <w:rsid w:val="003D2910"/>
    <w:rsid w:val="003D3423"/>
    <w:rsid w:val="003D39DA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A03"/>
    <w:rsid w:val="003E761B"/>
    <w:rsid w:val="003F0EC7"/>
    <w:rsid w:val="003F0EF7"/>
    <w:rsid w:val="003F11A8"/>
    <w:rsid w:val="003F12A4"/>
    <w:rsid w:val="003F12C7"/>
    <w:rsid w:val="003F1600"/>
    <w:rsid w:val="003F21A8"/>
    <w:rsid w:val="003F2332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981"/>
    <w:rsid w:val="0040402F"/>
    <w:rsid w:val="004047BB"/>
    <w:rsid w:val="004072FA"/>
    <w:rsid w:val="00407C0C"/>
    <w:rsid w:val="00411A3E"/>
    <w:rsid w:val="00412AF5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C66"/>
    <w:rsid w:val="0042211F"/>
    <w:rsid w:val="00423D70"/>
    <w:rsid w:val="00423F1B"/>
    <w:rsid w:val="004245E8"/>
    <w:rsid w:val="0042723D"/>
    <w:rsid w:val="0042733A"/>
    <w:rsid w:val="00427723"/>
    <w:rsid w:val="0042795C"/>
    <w:rsid w:val="00427985"/>
    <w:rsid w:val="00430271"/>
    <w:rsid w:val="00430F88"/>
    <w:rsid w:val="00431BD6"/>
    <w:rsid w:val="00432353"/>
    <w:rsid w:val="00434564"/>
    <w:rsid w:val="00434902"/>
    <w:rsid w:val="004356C5"/>
    <w:rsid w:val="0043580B"/>
    <w:rsid w:val="00437FE0"/>
    <w:rsid w:val="004406DC"/>
    <w:rsid w:val="00440A60"/>
    <w:rsid w:val="00441033"/>
    <w:rsid w:val="0044244B"/>
    <w:rsid w:val="00442B59"/>
    <w:rsid w:val="00442B76"/>
    <w:rsid w:val="00442ED1"/>
    <w:rsid w:val="00444362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A69"/>
    <w:rsid w:val="0045567F"/>
    <w:rsid w:val="00455B6B"/>
    <w:rsid w:val="0045672D"/>
    <w:rsid w:val="0046184B"/>
    <w:rsid w:val="00461F7A"/>
    <w:rsid w:val="00462B7E"/>
    <w:rsid w:val="00462F57"/>
    <w:rsid w:val="0046349E"/>
    <w:rsid w:val="00464BFE"/>
    <w:rsid w:val="00464E0D"/>
    <w:rsid w:val="004653F1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709B"/>
    <w:rsid w:val="004A743E"/>
    <w:rsid w:val="004B0385"/>
    <w:rsid w:val="004B1BBB"/>
    <w:rsid w:val="004B1E8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29"/>
    <w:rsid w:val="004D55C0"/>
    <w:rsid w:val="004D6734"/>
    <w:rsid w:val="004D6F3B"/>
    <w:rsid w:val="004D7B22"/>
    <w:rsid w:val="004E02C2"/>
    <w:rsid w:val="004E02E1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3C76"/>
    <w:rsid w:val="005140E2"/>
    <w:rsid w:val="00514F1F"/>
    <w:rsid w:val="00515171"/>
    <w:rsid w:val="00515663"/>
    <w:rsid w:val="005163CB"/>
    <w:rsid w:val="00516535"/>
    <w:rsid w:val="00520889"/>
    <w:rsid w:val="00520CA4"/>
    <w:rsid w:val="0052220A"/>
    <w:rsid w:val="0052321E"/>
    <w:rsid w:val="005241F4"/>
    <w:rsid w:val="00524856"/>
    <w:rsid w:val="0052612C"/>
    <w:rsid w:val="00526CAE"/>
    <w:rsid w:val="00526D80"/>
    <w:rsid w:val="00527926"/>
    <w:rsid w:val="00527A29"/>
    <w:rsid w:val="005302FF"/>
    <w:rsid w:val="005306F2"/>
    <w:rsid w:val="00531847"/>
    <w:rsid w:val="00532345"/>
    <w:rsid w:val="0053280D"/>
    <w:rsid w:val="00532FAE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6526"/>
    <w:rsid w:val="00567220"/>
    <w:rsid w:val="0056749B"/>
    <w:rsid w:val="00567DA5"/>
    <w:rsid w:val="005719B8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823"/>
    <w:rsid w:val="00583BA0"/>
    <w:rsid w:val="00583C97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FB4"/>
    <w:rsid w:val="005A2201"/>
    <w:rsid w:val="005A3256"/>
    <w:rsid w:val="005A428B"/>
    <w:rsid w:val="005A45E9"/>
    <w:rsid w:val="005A5046"/>
    <w:rsid w:val="005A5FCA"/>
    <w:rsid w:val="005B070A"/>
    <w:rsid w:val="005B0E6C"/>
    <w:rsid w:val="005B1ED4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7AB3"/>
    <w:rsid w:val="005C7E97"/>
    <w:rsid w:val="005C7F5C"/>
    <w:rsid w:val="005C7F7C"/>
    <w:rsid w:val="005D153F"/>
    <w:rsid w:val="005D36D7"/>
    <w:rsid w:val="005D5A3E"/>
    <w:rsid w:val="005D5CC5"/>
    <w:rsid w:val="005E17AE"/>
    <w:rsid w:val="005E1AA0"/>
    <w:rsid w:val="005E66BB"/>
    <w:rsid w:val="005E76C9"/>
    <w:rsid w:val="005F0B28"/>
    <w:rsid w:val="005F2824"/>
    <w:rsid w:val="005F316E"/>
    <w:rsid w:val="005F35D0"/>
    <w:rsid w:val="005F36B5"/>
    <w:rsid w:val="005F5E98"/>
    <w:rsid w:val="00601963"/>
    <w:rsid w:val="00602C5D"/>
    <w:rsid w:val="00603CCD"/>
    <w:rsid w:val="00604389"/>
    <w:rsid w:val="006046AA"/>
    <w:rsid w:val="00605DFC"/>
    <w:rsid w:val="006069D0"/>
    <w:rsid w:val="00607548"/>
    <w:rsid w:val="00610B51"/>
    <w:rsid w:val="00612B51"/>
    <w:rsid w:val="00612D66"/>
    <w:rsid w:val="0061322F"/>
    <w:rsid w:val="00613664"/>
    <w:rsid w:val="006137C4"/>
    <w:rsid w:val="00613C48"/>
    <w:rsid w:val="00614DE2"/>
    <w:rsid w:val="0061661C"/>
    <w:rsid w:val="00616C85"/>
    <w:rsid w:val="006170CD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65E1"/>
    <w:rsid w:val="00640337"/>
    <w:rsid w:val="0064096B"/>
    <w:rsid w:val="006437ED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61A7"/>
    <w:rsid w:val="006565A3"/>
    <w:rsid w:val="00656DC7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5A57"/>
    <w:rsid w:val="00686CC9"/>
    <w:rsid w:val="006914C5"/>
    <w:rsid w:val="006914D0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0B07"/>
    <w:rsid w:val="006E1536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0F05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D82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20763"/>
    <w:rsid w:val="0072171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47A2"/>
    <w:rsid w:val="00776E59"/>
    <w:rsid w:val="00777740"/>
    <w:rsid w:val="0078075B"/>
    <w:rsid w:val="00780FC5"/>
    <w:rsid w:val="00781100"/>
    <w:rsid w:val="00781193"/>
    <w:rsid w:val="00781FD3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90957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69EB"/>
    <w:rsid w:val="007C14A7"/>
    <w:rsid w:val="007C1DFF"/>
    <w:rsid w:val="007C2948"/>
    <w:rsid w:val="007C3A1B"/>
    <w:rsid w:val="007C5F3D"/>
    <w:rsid w:val="007C60EA"/>
    <w:rsid w:val="007C7A26"/>
    <w:rsid w:val="007D0EC7"/>
    <w:rsid w:val="007D1998"/>
    <w:rsid w:val="007D20C8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53A9"/>
    <w:rsid w:val="00826CE7"/>
    <w:rsid w:val="00826E90"/>
    <w:rsid w:val="008270C8"/>
    <w:rsid w:val="008278B6"/>
    <w:rsid w:val="008308CC"/>
    <w:rsid w:val="00832C51"/>
    <w:rsid w:val="00833DF3"/>
    <w:rsid w:val="00834019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7720"/>
    <w:rsid w:val="00847BC5"/>
    <w:rsid w:val="00850157"/>
    <w:rsid w:val="008510B0"/>
    <w:rsid w:val="00851430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2A8A"/>
    <w:rsid w:val="0087379F"/>
    <w:rsid w:val="008742F0"/>
    <w:rsid w:val="008754A5"/>
    <w:rsid w:val="008761E8"/>
    <w:rsid w:val="00876937"/>
    <w:rsid w:val="00877E15"/>
    <w:rsid w:val="00882D5F"/>
    <w:rsid w:val="00883CDE"/>
    <w:rsid w:val="00884374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58EC"/>
    <w:rsid w:val="00896CEC"/>
    <w:rsid w:val="00897895"/>
    <w:rsid w:val="008A00D2"/>
    <w:rsid w:val="008A1E0B"/>
    <w:rsid w:val="008A1E1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C91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54E2"/>
    <w:rsid w:val="00905F6F"/>
    <w:rsid w:val="009064EF"/>
    <w:rsid w:val="00907F87"/>
    <w:rsid w:val="00913B10"/>
    <w:rsid w:val="0091494D"/>
    <w:rsid w:val="00914BC9"/>
    <w:rsid w:val="00914BCF"/>
    <w:rsid w:val="00915C1A"/>
    <w:rsid w:val="00916BFF"/>
    <w:rsid w:val="00917005"/>
    <w:rsid w:val="00921553"/>
    <w:rsid w:val="009218C9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FE4"/>
    <w:rsid w:val="00934111"/>
    <w:rsid w:val="009344FD"/>
    <w:rsid w:val="00934F2C"/>
    <w:rsid w:val="00936966"/>
    <w:rsid w:val="00940D1E"/>
    <w:rsid w:val="0094136B"/>
    <w:rsid w:val="00941548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0C63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6844"/>
    <w:rsid w:val="00997356"/>
    <w:rsid w:val="00997A6A"/>
    <w:rsid w:val="009A01C2"/>
    <w:rsid w:val="009A0D3E"/>
    <w:rsid w:val="009A228C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DFC"/>
    <w:rsid w:val="009B2EC1"/>
    <w:rsid w:val="009B316C"/>
    <w:rsid w:val="009B3AA0"/>
    <w:rsid w:val="009B4BCF"/>
    <w:rsid w:val="009B4DB4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646C"/>
    <w:rsid w:val="00A27564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DDC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E24"/>
    <w:rsid w:val="00A463D8"/>
    <w:rsid w:val="00A468B7"/>
    <w:rsid w:val="00A46DB3"/>
    <w:rsid w:val="00A61B8A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C35"/>
    <w:rsid w:val="00A942D8"/>
    <w:rsid w:val="00A94706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834"/>
    <w:rsid w:val="00AA6345"/>
    <w:rsid w:val="00AA6F5B"/>
    <w:rsid w:val="00AA6FF8"/>
    <w:rsid w:val="00AB0BFC"/>
    <w:rsid w:val="00AB40D7"/>
    <w:rsid w:val="00AB42C9"/>
    <w:rsid w:val="00AB5FA4"/>
    <w:rsid w:val="00AB6167"/>
    <w:rsid w:val="00AB7BA3"/>
    <w:rsid w:val="00AB7EBD"/>
    <w:rsid w:val="00AC1043"/>
    <w:rsid w:val="00AC1F95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3B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701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1707"/>
    <w:rsid w:val="00B1294E"/>
    <w:rsid w:val="00B13E12"/>
    <w:rsid w:val="00B1476A"/>
    <w:rsid w:val="00B15F2C"/>
    <w:rsid w:val="00B1765F"/>
    <w:rsid w:val="00B17DCD"/>
    <w:rsid w:val="00B211A8"/>
    <w:rsid w:val="00B234E8"/>
    <w:rsid w:val="00B238B5"/>
    <w:rsid w:val="00B2413C"/>
    <w:rsid w:val="00B24F8B"/>
    <w:rsid w:val="00B25673"/>
    <w:rsid w:val="00B25846"/>
    <w:rsid w:val="00B27EB4"/>
    <w:rsid w:val="00B310BA"/>
    <w:rsid w:val="00B317B6"/>
    <w:rsid w:val="00B31872"/>
    <w:rsid w:val="00B33C5E"/>
    <w:rsid w:val="00B36346"/>
    <w:rsid w:val="00B37423"/>
    <w:rsid w:val="00B37724"/>
    <w:rsid w:val="00B40E82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5027"/>
    <w:rsid w:val="00B563C5"/>
    <w:rsid w:val="00B5719B"/>
    <w:rsid w:val="00B575B8"/>
    <w:rsid w:val="00B60544"/>
    <w:rsid w:val="00B64F4D"/>
    <w:rsid w:val="00B6676A"/>
    <w:rsid w:val="00B7102A"/>
    <w:rsid w:val="00B7321A"/>
    <w:rsid w:val="00B7483A"/>
    <w:rsid w:val="00B756CF"/>
    <w:rsid w:val="00B81EDB"/>
    <w:rsid w:val="00B82EA3"/>
    <w:rsid w:val="00B83155"/>
    <w:rsid w:val="00B83346"/>
    <w:rsid w:val="00B83EA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604E"/>
    <w:rsid w:val="00BC60D5"/>
    <w:rsid w:val="00BC6A57"/>
    <w:rsid w:val="00BC6D40"/>
    <w:rsid w:val="00BD0607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2903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3CF3"/>
    <w:rsid w:val="00BF3DCC"/>
    <w:rsid w:val="00BF4158"/>
    <w:rsid w:val="00BF4699"/>
    <w:rsid w:val="00BF49F4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55DE"/>
    <w:rsid w:val="00C055E6"/>
    <w:rsid w:val="00C05C77"/>
    <w:rsid w:val="00C05FBC"/>
    <w:rsid w:val="00C075E6"/>
    <w:rsid w:val="00C1115E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CA5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97F"/>
    <w:rsid w:val="00CA7B36"/>
    <w:rsid w:val="00CA7DC4"/>
    <w:rsid w:val="00CB0E66"/>
    <w:rsid w:val="00CB13CC"/>
    <w:rsid w:val="00CB3CAE"/>
    <w:rsid w:val="00CB41A4"/>
    <w:rsid w:val="00CB460C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E0C"/>
    <w:rsid w:val="00D03A90"/>
    <w:rsid w:val="00D04E32"/>
    <w:rsid w:val="00D052A6"/>
    <w:rsid w:val="00D05967"/>
    <w:rsid w:val="00D06215"/>
    <w:rsid w:val="00D06DCA"/>
    <w:rsid w:val="00D1067E"/>
    <w:rsid w:val="00D11C7C"/>
    <w:rsid w:val="00D12A5D"/>
    <w:rsid w:val="00D132C1"/>
    <w:rsid w:val="00D15C70"/>
    <w:rsid w:val="00D22D0B"/>
    <w:rsid w:val="00D232B8"/>
    <w:rsid w:val="00D23BEE"/>
    <w:rsid w:val="00D23D1C"/>
    <w:rsid w:val="00D269E3"/>
    <w:rsid w:val="00D27373"/>
    <w:rsid w:val="00D27837"/>
    <w:rsid w:val="00D27B4A"/>
    <w:rsid w:val="00D3062A"/>
    <w:rsid w:val="00D309A2"/>
    <w:rsid w:val="00D31494"/>
    <w:rsid w:val="00D32BF5"/>
    <w:rsid w:val="00D338F3"/>
    <w:rsid w:val="00D33DC1"/>
    <w:rsid w:val="00D40125"/>
    <w:rsid w:val="00D41772"/>
    <w:rsid w:val="00D41A9A"/>
    <w:rsid w:val="00D426B5"/>
    <w:rsid w:val="00D442AD"/>
    <w:rsid w:val="00D44917"/>
    <w:rsid w:val="00D45BB7"/>
    <w:rsid w:val="00D46F4F"/>
    <w:rsid w:val="00D47DFB"/>
    <w:rsid w:val="00D50091"/>
    <w:rsid w:val="00D50CDA"/>
    <w:rsid w:val="00D5181C"/>
    <w:rsid w:val="00D51A2F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C3B"/>
    <w:rsid w:val="00D66379"/>
    <w:rsid w:val="00D66CE2"/>
    <w:rsid w:val="00D677F2"/>
    <w:rsid w:val="00D71EAB"/>
    <w:rsid w:val="00D72117"/>
    <w:rsid w:val="00D742C7"/>
    <w:rsid w:val="00D74CE9"/>
    <w:rsid w:val="00D75648"/>
    <w:rsid w:val="00D75DFF"/>
    <w:rsid w:val="00D7666D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F26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D0F39"/>
    <w:rsid w:val="00DD4254"/>
    <w:rsid w:val="00DD52F7"/>
    <w:rsid w:val="00DD6165"/>
    <w:rsid w:val="00DD7005"/>
    <w:rsid w:val="00DE2536"/>
    <w:rsid w:val="00DE43AB"/>
    <w:rsid w:val="00DE480B"/>
    <w:rsid w:val="00DE4F02"/>
    <w:rsid w:val="00DE6EFE"/>
    <w:rsid w:val="00DE7453"/>
    <w:rsid w:val="00DF0FAF"/>
    <w:rsid w:val="00DF25FA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7302"/>
    <w:rsid w:val="00E07926"/>
    <w:rsid w:val="00E07B3C"/>
    <w:rsid w:val="00E07BE1"/>
    <w:rsid w:val="00E07CD7"/>
    <w:rsid w:val="00E07FC6"/>
    <w:rsid w:val="00E103E4"/>
    <w:rsid w:val="00E115D8"/>
    <w:rsid w:val="00E12BCE"/>
    <w:rsid w:val="00E12DA2"/>
    <w:rsid w:val="00E14377"/>
    <w:rsid w:val="00E14392"/>
    <w:rsid w:val="00E15F42"/>
    <w:rsid w:val="00E15FEA"/>
    <w:rsid w:val="00E16BD2"/>
    <w:rsid w:val="00E17E2F"/>
    <w:rsid w:val="00E213AF"/>
    <w:rsid w:val="00E219E1"/>
    <w:rsid w:val="00E22770"/>
    <w:rsid w:val="00E23BD4"/>
    <w:rsid w:val="00E254FE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623D"/>
    <w:rsid w:val="00E463D2"/>
    <w:rsid w:val="00E46643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FF3"/>
    <w:rsid w:val="00E913EA"/>
    <w:rsid w:val="00E9144F"/>
    <w:rsid w:val="00E9187B"/>
    <w:rsid w:val="00E927FF"/>
    <w:rsid w:val="00E9390B"/>
    <w:rsid w:val="00E94222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4C22"/>
    <w:rsid w:val="00EA54C7"/>
    <w:rsid w:val="00EA579C"/>
    <w:rsid w:val="00EA5CEF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7914"/>
    <w:rsid w:val="00EC09E7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D106F"/>
    <w:rsid w:val="00ED1DA6"/>
    <w:rsid w:val="00ED25D9"/>
    <w:rsid w:val="00ED2B5B"/>
    <w:rsid w:val="00ED2DE9"/>
    <w:rsid w:val="00ED4C8D"/>
    <w:rsid w:val="00ED5468"/>
    <w:rsid w:val="00EE0060"/>
    <w:rsid w:val="00EE04A6"/>
    <w:rsid w:val="00EE0D44"/>
    <w:rsid w:val="00EE29D6"/>
    <w:rsid w:val="00EE2C2A"/>
    <w:rsid w:val="00EE2EAC"/>
    <w:rsid w:val="00EE5B31"/>
    <w:rsid w:val="00EE6DE3"/>
    <w:rsid w:val="00EE7463"/>
    <w:rsid w:val="00EE7AD0"/>
    <w:rsid w:val="00EE7DE8"/>
    <w:rsid w:val="00EF0A16"/>
    <w:rsid w:val="00EF0BB3"/>
    <w:rsid w:val="00EF242C"/>
    <w:rsid w:val="00EF313E"/>
    <w:rsid w:val="00EF38AA"/>
    <w:rsid w:val="00EF418E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20F6"/>
    <w:rsid w:val="00F12262"/>
    <w:rsid w:val="00F1296A"/>
    <w:rsid w:val="00F129C1"/>
    <w:rsid w:val="00F12DB2"/>
    <w:rsid w:val="00F13D36"/>
    <w:rsid w:val="00F17496"/>
    <w:rsid w:val="00F2015E"/>
    <w:rsid w:val="00F2034F"/>
    <w:rsid w:val="00F20E22"/>
    <w:rsid w:val="00F2158F"/>
    <w:rsid w:val="00F21CB8"/>
    <w:rsid w:val="00F2225D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326F"/>
    <w:rsid w:val="00F33B74"/>
    <w:rsid w:val="00F345AE"/>
    <w:rsid w:val="00F378E2"/>
    <w:rsid w:val="00F379D8"/>
    <w:rsid w:val="00F42893"/>
    <w:rsid w:val="00F42B84"/>
    <w:rsid w:val="00F43D10"/>
    <w:rsid w:val="00F449CA"/>
    <w:rsid w:val="00F44DB2"/>
    <w:rsid w:val="00F473A3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556"/>
    <w:rsid w:val="00F62B7E"/>
    <w:rsid w:val="00F631C5"/>
    <w:rsid w:val="00F6346A"/>
    <w:rsid w:val="00F635F5"/>
    <w:rsid w:val="00F6441B"/>
    <w:rsid w:val="00F713F3"/>
    <w:rsid w:val="00F7146A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0C8"/>
    <w:rsid w:val="00F8633C"/>
    <w:rsid w:val="00F869AB"/>
    <w:rsid w:val="00F86F4A"/>
    <w:rsid w:val="00F92060"/>
    <w:rsid w:val="00F92F11"/>
    <w:rsid w:val="00F9313D"/>
    <w:rsid w:val="00F93CAE"/>
    <w:rsid w:val="00F93E39"/>
    <w:rsid w:val="00F9415B"/>
    <w:rsid w:val="00F958E1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1B21"/>
    <w:rsid w:val="00FC340E"/>
    <w:rsid w:val="00FC632B"/>
    <w:rsid w:val="00FC63D5"/>
    <w:rsid w:val="00FC647B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1057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505E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B01B0-81ED-422D-85CF-259E9D89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4</Pages>
  <Words>535</Words>
  <Characters>2868</Characters>
  <Application>Microsoft Office Word</Application>
  <DocSecurity>0</DocSecurity>
  <Lines>98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Liebig Dr., Susanna</cp:lastModifiedBy>
  <cp:revision>2</cp:revision>
  <cp:lastPrinted>2017-11-29T09:00:00Z</cp:lastPrinted>
  <dcterms:created xsi:type="dcterms:W3CDTF">2018-05-09T06:32:00Z</dcterms:created>
  <dcterms:modified xsi:type="dcterms:W3CDTF">2018-05-09T06:32:00Z</dcterms:modified>
</cp:coreProperties>
</file>